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D0" w:rsidRPr="00B72EE6" w:rsidRDefault="00F95429" w:rsidP="001052D1">
      <w:pPr>
        <w:pStyle w:val="Title"/>
        <w:rPr>
          <w:sz w:val="52"/>
          <w:szCs w:val="52"/>
        </w:rPr>
      </w:pPr>
      <w:r w:rsidRPr="00B72EE6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A</w:t>
      </w:r>
    </w:p>
    <w:p w:rsidR="001052D1" w:rsidRPr="001052D1" w:rsidRDefault="0002560B" w:rsidP="001052D1">
      <w:pPr>
        <w:pStyle w:val="BodyText"/>
      </w:pPr>
    </w:p>
    <w:p w:rsidR="00933A66" w:rsidRPr="00E06979" w:rsidRDefault="00F95429" w:rsidP="00B313DC">
      <w:pPr>
        <w:pStyle w:val="Heading1"/>
        <w:spacing w:line="240" w:lineRule="auto"/>
        <w:rPr>
          <w:kern w:val="28"/>
          <w:sz w:val="44"/>
          <w:szCs w:val="44"/>
          <w:lang w:val="pt-PT"/>
        </w:rPr>
      </w:pPr>
      <w:r w:rsidRPr="00B72EE6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O que vocês sabem sobre opções de investimento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1782"/>
        <w:gridCol w:w="3681"/>
        <w:gridCol w:w="3681"/>
      </w:tblGrid>
      <w:tr w:rsidR="00DC59FB" w:rsidTr="00042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</w:tcPr>
          <w:p w:rsidR="00827023" w:rsidRPr="00037535" w:rsidRDefault="00F95429" w:rsidP="00827023">
            <w:pPr>
              <w:pStyle w:val="TableTitleGeorgia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Opção</w:t>
            </w:r>
          </w:p>
        </w:tc>
        <w:tc>
          <w:tcPr>
            <w:tcW w:w="3681" w:type="dxa"/>
          </w:tcPr>
          <w:p w:rsidR="00827023" w:rsidRPr="00037535" w:rsidRDefault="00F95429" w:rsidP="00827023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 que vocês acham que sabem</w:t>
            </w:r>
          </w:p>
        </w:tc>
        <w:tc>
          <w:tcPr>
            <w:tcW w:w="3681" w:type="dxa"/>
          </w:tcPr>
          <w:p w:rsidR="00827023" w:rsidRPr="00037535" w:rsidRDefault="00F95429" w:rsidP="00827023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 que vocês aprenderam</w:t>
            </w:r>
          </w:p>
        </w:tc>
      </w:tr>
      <w:tr w:rsidR="00DC59FB" w:rsidTr="00042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</w:tcPr>
          <w:p w:rsidR="00B80104" w:rsidRPr="00037535" w:rsidRDefault="00F95429" w:rsidP="00827023">
            <w:pPr>
              <w:pStyle w:val="TableSecondLevelGeorgia"/>
            </w:pPr>
            <w:r>
              <w:rPr>
                <w:rFonts w:eastAsia="Georgia" w:cs="Georgia"/>
                <w:color w:val="A32020"/>
                <w:szCs w:val="20"/>
                <w:lang w:val="pt-BR"/>
              </w:rPr>
              <w:t>Ações</w:t>
            </w: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9FB" w:rsidTr="00042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</w:tcPr>
          <w:p w:rsidR="00B80104" w:rsidRPr="00037535" w:rsidRDefault="00F95429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Títulos</w:t>
            </w: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9FB" w:rsidTr="00042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</w:tcPr>
          <w:p w:rsidR="00B80104" w:rsidRPr="00037535" w:rsidRDefault="00F95429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Títulos corporativos</w:t>
            </w: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674C8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9FB" w:rsidTr="00042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</w:tcPr>
          <w:p w:rsidR="00B80104" w:rsidRPr="00037535" w:rsidRDefault="00F95429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Fundos mútuos</w:t>
            </w: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1" w:type="dxa"/>
          </w:tcPr>
          <w:p w:rsidR="00B80104" w:rsidRDefault="0002560B" w:rsidP="00D8446D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C3D52" w:rsidRDefault="0002560B" w:rsidP="009B0E4C">
      <w:pPr>
        <w:pStyle w:val="BodyText"/>
      </w:pPr>
      <w:bookmarkStart w:id="0" w:name="_GoBack"/>
      <w:bookmarkEnd w:id="0"/>
    </w:p>
    <w:sectPr w:rsidR="00DC3D52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29" w:rsidRDefault="00F95429" w:rsidP="00DC59FB">
      <w:pPr>
        <w:spacing w:after="0" w:line="240" w:lineRule="auto"/>
      </w:pPr>
      <w:r>
        <w:separator/>
      </w:r>
    </w:p>
  </w:endnote>
  <w:endnote w:type="continuationSeparator" w:id="0">
    <w:p w:rsidR="00F95429" w:rsidRDefault="00F95429" w:rsidP="00DC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F909B9" w:rsidRDefault="0002560B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6pt;width:420.55pt;height:36.8pt;z-index:251658240" filled="f" stroked="f">
          <v:textbox style="mso-fit-shape-to-text:t" inset="0,0,0,0">
            <w:txbxContent>
              <w:p w:rsidR="009B0E4C" w:rsidRPr="00E06979" w:rsidRDefault="00F95429" w:rsidP="00694E13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F95429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29" w:rsidRDefault="00F95429" w:rsidP="00DC59FB">
      <w:pPr>
        <w:spacing w:after="0" w:line="240" w:lineRule="auto"/>
      </w:pPr>
      <w:r>
        <w:separator/>
      </w:r>
    </w:p>
  </w:footnote>
  <w:footnote w:type="continuationSeparator" w:id="0">
    <w:p w:rsidR="00F95429" w:rsidRDefault="00F95429" w:rsidP="00DC5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DC59FB" w:rsidTr="0084517A">
      <w:tc>
        <w:tcPr>
          <w:tcW w:w="5000" w:type="pct"/>
        </w:tcPr>
        <w:p w:rsidR="002F372E" w:rsidRPr="009B5B65" w:rsidRDefault="0002560B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2560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F95429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69BCAB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F0BD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9E4B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2605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9A0E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5BC39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8C473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FE0E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22017D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3F3061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6423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EC8F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D968B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0663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E56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96A5C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B2AA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7092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C2C6A13"/>
    <w:multiLevelType w:val="hybridMultilevel"/>
    <w:tmpl w:val="30D26D02"/>
    <w:lvl w:ilvl="0" w:tplc="916209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E004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EC273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C6D4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7466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24D1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6CC94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BA56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760D0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A266CF60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342227E"/>
    <w:multiLevelType w:val="multilevel"/>
    <w:tmpl w:val="F622FA0C"/>
    <w:numStyleLink w:val="Style5"/>
  </w:abstractNum>
  <w:abstractNum w:abstractNumId="16">
    <w:nsid w:val="374F2107"/>
    <w:multiLevelType w:val="multilevel"/>
    <w:tmpl w:val="3BDCDC82"/>
    <w:numStyleLink w:val="TableBullet"/>
  </w:abstractNum>
  <w:abstractNum w:abstractNumId="17">
    <w:nsid w:val="3A57486E"/>
    <w:multiLevelType w:val="multilevel"/>
    <w:tmpl w:val="A266CF60"/>
    <w:name w:val="PwCListNumbers13"/>
    <w:numStyleLink w:val="PwCListNumbers1"/>
  </w:abstractNum>
  <w:abstractNum w:abstractNumId="18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EED465C"/>
    <w:multiLevelType w:val="hybridMultilevel"/>
    <w:tmpl w:val="111CDF92"/>
    <w:lvl w:ilvl="0" w:tplc="AE44E87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310062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B104D7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38681D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A2CA80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A50392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C0E10A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76CB80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9B859F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2840C0C"/>
    <w:multiLevelType w:val="hybridMultilevel"/>
    <w:tmpl w:val="CFD0E5EA"/>
    <w:name w:val="PwCListNumbers132"/>
    <w:lvl w:ilvl="0" w:tplc="FBBE2DA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65222AA8" w:tentative="1">
      <w:start w:val="1"/>
      <w:numFmt w:val="lowerLetter"/>
      <w:lvlText w:val="%2."/>
      <w:lvlJc w:val="left"/>
      <w:pPr>
        <w:ind w:left="2246" w:hanging="360"/>
      </w:pPr>
    </w:lvl>
    <w:lvl w:ilvl="2" w:tplc="E466CADE" w:tentative="1">
      <w:start w:val="1"/>
      <w:numFmt w:val="lowerRoman"/>
      <w:lvlText w:val="%3."/>
      <w:lvlJc w:val="right"/>
      <w:pPr>
        <w:ind w:left="2966" w:hanging="180"/>
      </w:pPr>
    </w:lvl>
    <w:lvl w:ilvl="3" w:tplc="2E0E1708" w:tentative="1">
      <w:start w:val="1"/>
      <w:numFmt w:val="decimal"/>
      <w:lvlText w:val="%4."/>
      <w:lvlJc w:val="left"/>
      <w:pPr>
        <w:ind w:left="3686" w:hanging="360"/>
      </w:pPr>
    </w:lvl>
    <w:lvl w:ilvl="4" w:tplc="FFB209DA" w:tentative="1">
      <w:start w:val="1"/>
      <w:numFmt w:val="lowerLetter"/>
      <w:lvlText w:val="%5."/>
      <w:lvlJc w:val="left"/>
      <w:pPr>
        <w:ind w:left="4406" w:hanging="360"/>
      </w:pPr>
    </w:lvl>
    <w:lvl w:ilvl="5" w:tplc="62B08E20" w:tentative="1">
      <w:start w:val="1"/>
      <w:numFmt w:val="lowerRoman"/>
      <w:lvlText w:val="%6."/>
      <w:lvlJc w:val="right"/>
      <w:pPr>
        <w:ind w:left="5126" w:hanging="180"/>
      </w:pPr>
    </w:lvl>
    <w:lvl w:ilvl="6" w:tplc="E876B3FC" w:tentative="1">
      <w:start w:val="1"/>
      <w:numFmt w:val="decimal"/>
      <w:lvlText w:val="%7."/>
      <w:lvlJc w:val="left"/>
      <w:pPr>
        <w:ind w:left="5846" w:hanging="360"/>
      </w:pPr>
    </w:lvl>
    <w:lvl w:ilvl="7" w:tplc="6B4800DC" w:tentative="1">
      <w:start w:val="1"/>
      <w:numFmt w:val="lowerLetter"/>
      <w:lvlText w:val="%8."/>
      <w:lvlJc w:val="left"/>
      <w:pPr>
        <w:ind w:left="6566" w:hanging="360"/>
      </w:pPr>
    </w:lvl>
    <w:lvl w:ilvl="8" w:tplc="67520CE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2">
    <w:nsid w:val="46612767"/>
    <w:multiLevelType w:val="hybridMultilevel"/>
    <w:tmpl w:val="CA9C68F2"/>
    <w:lvl w:ilvl="0" w:tplc="860268F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72C6E4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F949F4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2B0EFC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7BCB09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A884C1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FFAB30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420E2F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18EA03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03F3EF2"/>
    <w:multiLevelType w:val="hybridMultilevel"/>
    <w:tmpl w:val="478AECD2"/>
    <w:lvl w:ilvl="0" w:tplc="51E2B75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5687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63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67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AEE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567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3E1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C1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84D40"/>
    <w:multiLevelType w:val="hybridMultilevel"/>
    <w:tmpl w:val="A5B45AFE"/>
    <w:lvl w:ilvl="0" w:tplc="094601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AA52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A6A31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BCBD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025C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9A5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8C87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1074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5A287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5F7F5EF6"/>
    <w:multiLevelType w:val="hybridMultilevel"/>
    <w:tmpl w:val="5BCE4FEA"/>
    <w:lvl w:ilvl="0" w:tplc="9F3A0CE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188C5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E25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EE2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8D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E4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4B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49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9AF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71CAB"/>
    <w:multiLevelType w:val="multilevel"/>
    <w:tmpl w:val="F9CC98B6"/>
    <w:numStyleLink w:val="Style2"/>
  </w:abstractNum>
  <w:abstractNum w:abstractNumId="30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3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2"/>
  </w:num>
  <w:num w:numId="3">
    <w:abstractNumId w:val="4"/>
  </w:num>
  <w:num w:numId="4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4"/>
  </w:num>
  <w:num w:numId="6">
    <w:abstractNumId w:val="18"/>
  </w:num>
  <w:num w:numId="7">
    <w:abstractNumId w:val="27"/>
  </w:num>
  <w:num w:numId="8">
    <w:abstractNumId w:val="22"/>
  </w:num>
  <w:num w:numId="9">
    <w:abstractNumId w:val="19"/>
  </w:num>
  <w:num w:numId="10">
    <w:abstractNumId w:val="31"/>
  </w:num>
  <w:num w:numId="11">
    <w:abstractNumId w:val="7"/>
  </w:num>
  <w:num w:numId="12">
    <w:abstractNumId w:val="20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4"/>
  </w:num>
  <w:num w:numId="14">
    <w:abstractNumId w:val="28"/>
  </w:num>
  <w:num w:numId="15">
    <w:abstractNumId w:val="8"/>
  </w:num>
  <w:num w:numId="16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4"/>
  </w:num>
  <w:num w:numId="18">
    <w:abstractNumId w:val="2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3"/>
  </w:num>
  <w:num w:numId="31">
    <w:abstractNumId w:val="1"/>
  </w:num>
  <w:num w:numId="32">
    <w:abstractNumId w:val="35"/>
  </w:num>
  <w:num w:numId="33">
    <w:abstractNumId w:val="16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3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5"/>
  </w:num>
  <w:num w:numId="46">
    <w:abstractNumId w:val="6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FB"/>
    <w:rsid w:val="0002560B"/>
    <w:rsid w:val="00DC59FB"/>
    <w:rsid w:val="00E06979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6E8E-5AB3-D94B-B013-870C66A9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1</TotalTime>
  <Pages>1</Pages>
  <Words>29</Words>
  <Characters>168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2012-06-27T09:27:00Z</cp:lastPrinted>
  <dcterms:created xsi:type="dcterms:W3CDTF">2012-12-26T17:08:00Z</dcterms:created>
  <dcterms:modified xsi:type="dcterms:W3CDTF">2012-12-26T17:08:00Z</dcterms:modified>
</cp:coreProperties>
</file>